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DB8" w:rsidRDefault="00F12DB8" w:rsidP="00167162">
      <w:pPr>
        <w:suppressAutoHyphens/>
        <w:ind w:firstLine="709"/>
        <w:jc w:val="center"/>
        <w:rPr>
          <w:rFonts w:cs="Arial"/>
        </w:rPr>
      </w:pPr>
    </w:p>
    <w:p w:rsidR="00F12DB8" w:rsidRDefault="00F12DB8" w:rsidP="00F12DB8">
      <w:pPr>
        <w:suppressAutoHyphens/>
        <w:ind w:firstLine="709"/>
        <w:jc w:val="right"/>
        <w:rPr>
          <w:rFonts w:cs="Arial"/>
        </w:rPr>
      </w:pPr>
      <w:r>
        <w:rPr>
          <w:rFonts w:cs="Arial"/>
        </w:rPr>
        <w:t xml:space="preserve">Проект </w:t>
      </w:r>
    </w:p>
    <w:p w:rsidR="007C2B36" w:rsidRPr="00167162" w:rsidRDefault="00421904" w:rsidP="00167162">
      <w:pPr>
        <w:suppressAutoHyphens/>
        <w:ind w:firstLine="709"/>
        <w:jc w:val="center"/>
        <w:rPr>
          <w:rFonts w:cs="Arial"/>
        </w:rPr>
      </w:pPr>
      <w:r w:rsidRPr="00167162">
        <w:rPr>
          <w:rFonts w:cs="Arial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47.25pt" o:ole="" fillcolor="window">
            <v:imagedata r:id="rId8" o:title="" gain="1092267f" blacklevel="-5898f"/>
          </v:shape>
          <o:OLEObject Type="Embed" ProgID="Word.Picture.8" ShapeID="_x0000_i1025" DrawAspect="Content" ObjectID="_1821860806" r:id="rId9"/>
        </w:object>
      </w:r>
    </w:p>
    <w:p w:rsidR="007C2B36" w:rsidRPr="00421904" w:rsidRDefault="007C2B36" w:rsidP="00167162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421904">
        <w:rPr>
          <w:rFonts w:ascii="Times New Roman" w:hAnsi="Times New Roman"/>
          <w:b/>
          <w:sz w:val="32"/>
          <w:szCs w:val="32"/>
        </w:rPr>
        <w:t>АДМИНИСТРАЦИЯ МУНИЦИПАЛЬНОГО РАЙОНА</w:t>
      </w:r>
      <w:r w:rsidR="00167162" w:rsidRPr="00421904">
        <w:rPr>
          <w:rFonts w:ascii="Times New Roman" w:hAnsi="Times New Roman"/>
          <w:b/>
          <w:sz w:val="32"/>
          <w:szCs w:val="32"/>
        </w:rPr>
        <w:t xml:space="preserve"> «</w:t>
      </w:r>
      <w:r w:rsidRPr="00421904">
        <w:rPr>
          <w:rFonts w:ascii="Times New Roman" w:hAnsi="Times New Roman"/>
          <w:b/>
          <w:sz w:val="32"/>
          <w:szCs w:val="32"/>
        </w:rPr>
        <w:t>ШИЛКИНСКИЙ РАЙОН»</w:t>
      </w:r>
    </w:p>
    <w:p w:rsidR="007C2B36" w:rsidRPr="00421904" w:rsidRDefault="007C2B36" w:rsidP="00167162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167162" w:rsidRPr="00421904" w:rsidRDefault="00167162" w:rsidP="00167162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421904">
        <w:rPr>
          <w:rFonts w:ascii="Times New Roman" w:hAnsi="Times New Roman"/>
          <w:b/>
          <w:sz w:val="32"/>
          <w:szCs w:val="32"/>
        </w:rPr>
        <w:t>ПОСТАНОВЛЕНИЕ</w:t>
      </w:r>
    </w:p>
    <w:p w:rsidR="007C2B36" w:rsidRDefault="007C2B36" w:rsidP="00167162">
      <w:pPr>
        <w:suppressAutoHyphens/>
        <w:ind w:firstLine="709"/>
        <w:jc w:val="center"/>
        <w:rPr>
          <w:rFonts w:cs="Arial"/>
          <w:szCs w:val="28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  <w:szCs w:val="28"/>
        </w:rPr>
      </w:pPr>
    </w:p>
    <w:p w:rsidR="007C2B36" w:rsidRPr="00421904" w:rsidRDefault="00F12DB8" w:rsidP="00167162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sz w:val="28"/>
          <w:szCs w:val="28"/>
        </w:rPr>
        <w:t>«   »</w:t>
      </w:r>
      <w:r w:rsidR="007C2B36" w:rsidRPr="00421904">
        <w:rPr>
          <w:rFonts w:ascii="Times New Roman" w:hAnsi="Times New Roman"/>
          <w:sz w:val="28"/>
          <w:szCs w:val="28"/>
        </w:rPr>
        <w:t xml:space="preserve"> </w:t>
      </w:r>
      <w:r w:rsidRPr="00421904">
        <w:rPr>
          <w:rFonts w:ascii="Times New Roman" w:hAnsi="Times New Roman"/>
          <w:sz w:val="28"/>
          <w:szCs w:val="28"/>
        </w:rPr>
        <w:t xml:space="preserve">октября </w:t>
      </w:r>
      <w:r w:rsidR="007C2B36" w:rsidRPr="00421904">
        <w:rPr>
          <w:rFonts w:ascii="Times New Roman" w:hAnsi="Times New Roman"/>
          <w:sz w:val="28"/>
          <w:szCs w:val="28"/>
        </w:rPr>
        <w:t>20</w:t>
      </w:r>
      <w:r w:rsidR="00096D45" w:rsidRPr="00421904">
        <w:rPr>
          <w:rFonts w:ascii="Times New Roman" w:hAnsi="Times New Roman"/>
          <w:sz w:val="28"/>
          <w:szCs w:val="28"/>
        </w:rPr>
        <w:t>2</w:t>
      </w:r>
      <w:r w:rsidRPr="00421904">
        <w:rPr>
          <w:rFonts w:ascii="Times New Roman" w:hAnsi="Times New Roman"/>
          <w:sz w:val="28"/>
          <w:szCs w:val="28"/>
        </w:rPr>
        <w:t>5</w:t>
      </w:r>
      <w:r w:rsidR="00167162" w:rsidRPr="00421904">
        <w:rPr>
          <w:rFonts w:ascii="Times New Roman" w:hAnsi="Times New Roman"/>
          <w:sz w:val="28"/>
          <w:szCs w:val="28"/>
        </w:rPr>
        <w:t xml:space="preserve"> года</w:t>
      </w:r>
      <w:r w:rsidR="009527A7" w:rsidRPr="00421904">
        <w:rPr>
          <w:rFonts w:ascii="Times New Roman" w:hAnsi="Times New Roman"/>
          <w:sz w:val="28"/>
          <w:szCs w:val="28"/>
        </w:rPr>
        <w:t xml:space="preserve"> </w:t>
      </w:r>
      <w:r w:rsidR="009527A7" w:rsidRPr="00421904">
        <w:rPr>
          <w:rFonts w:ascii="Times New Roman" w:hAnsi="Times New Roman"/>
          <w:sz w:val="28"/>
          <w:szCs w:val="28"/>
        </w:rPr>
        <w:tab/>
      </w:r>
      <w:r w:rsidR="009527A7" w:rsidRPr="00421904">
        <w:rPr>
          <w:rFonts w:ascii="Times New Roman" w:hAnsi="Times New Roman"/>
          <w:sz w:val="28"/>
          <w:szCs w:val="28"/>
        </w:rPr>
        <w:tab/>
      </w:r>
      <w:r w:rsidR="009527A7" w:rsidRPr="00421904">
        <w:rPr>
          <w:rFonts w:ascii="Times New Roman" w:hAnsi="Times New Roman"/>
          <w:sz w:val="28"/>
          <w:szCs w:val="28"/>
        </w:rPr>
        <w:tab/>
      </w:r>
      <w:r w:rsidR="009527A7" w:rsidRPr="00421904">
        <w:rPr>
          <w:rFonts w:ascii="Times New Roman" w:hAnsi="Times New Roman"/>
          <w:sz w:val="28"/>
          <w:szCs w:val="28"/>
        </w:rPr>
        <w:tab/>
      </w:r>
      <w:r w:rsidR="009527A7" w:rsidRPr="00421904">
        <w:rPr>
          <w:rFonts w:ascii="Times New Roman" w:hAnsi="Times New Roman"/>
          <w:sz w:val="28"/>
          <w:szCs w:val="28"/>
        </w:rPr>
        <w:tab/>
      </w:r>
      <w:r w:rsidR="009527A7" w:rsidRPr="00421904">
        <w:rPr>
          <w:rFonts w:ascii="Times New Roman" w:hAnsi="Times New Roman"/>
          <w:sz w:val="28"/>
          <w:szCs w:val="28"/>
        </w:rPr>
        <w:tab/>
      </w:r>
      <w:r w:rsidR="009527A7" w:rsidRPr="00421904">
        <w:rPr>
          <w:rFonts w:ascii="Times New Roman" w:hAnsi="Times New Roman"/>
          <w:sz w:val="28"/>
          <w:szCs w:val="28"/>
        </w:rPr>
        <w:tab/>
      </w:r>
      <w:r w:rsidR="009527A7" w:rsidRPr="00421904">
        <w:rPr>
          <w:rFonts w:ascii="Times New Roman" w:hAnsi="Times New Roman"/>
          <w:sz w:val="28"/>
          <w:szCs w:val="28"/>
        </w:rPr>
        <w:tab/>
      </w:r>
      <w:r w:rsidR="009527A7" w:rsidRPr="00421904">
        <w:rPr>
          <w:rFonts w:ascii="Times New Roman" w:hAnsi="Times New Roman"/>
          <w:sz w:val="28"/>
          <w:szCs w:val="28"/>
        </w:rPr>
        <w:tab/>
      </w:r>
      <w:r w:rsidR="00167162" w:rsidRPr="00421904">
        <w:rPr>
          <w:rFonts w:ascii="Times New Roman" w:hAnsi="Times New Roman"/>
          <w:sz w:val="28"/>
          <w:szCs w:val="28"/>
        </w:rPr>
        <w:t xml:space="preserve">№ </w:t>
      </w:r>
      <w:r w:rsidRPr="00421904">
        <w:rPr>
          <w:rFonts w:ascii="Times New Roman" w:hAnsi="Times New Roman"/>
          <w:sz w:val="28"/>
          <w:szCs w:val="28"/>
        </w:rPr>
        <w:t>____</w:t>
      </w:r>
    </w:p>
    <w:p w:rsidR="00AB68CE" w:rsidRPr="00421904" w:rsidRDefault="00AB68CE" w:rsidP="00167162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</w:rPr>
      </w:pPr>
    </w:p>
    <w:p w:rsidR="007C2B36" w:rsidRPr="00421904" w:rsidRDefault="007C2B36" w:rsidP="00167162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sz w:val="28"/>
          <w:szCs w:val="28"/>
        </w:rPr>
        <w:t>г.</w:t>
      </w:r>
      <w:r w:rsidR="00BF190B" w:rsidRPr="00421904">
        <w:rPr>
          <w:rFonts w:ascii="Times New Roman" w:hAnsi="Times New Roman"/>
          <w:sz w:val="28"/>
          <w:szCs w:val="28"/>
        </w:rPr>
        <w:t xml:space="preserve"> </w:t>
      </w:r>
      <w:r w:rsidRPr="00421904">
        <w:rPr>
          <w:rFonts w:ascii="Times New Roman" w:hAnsi="Times New Roman"/>
          <w:sz w:val="28"/>
          <w:szCs w:val="28"/>
        </w:rPr>
        <w:t>Шилка</w:t>
      </w:r>
    </w:p>
    <w:p w:rsidR="005C47F4" w:rsidRDefault="005C47F4" w:rsidP="00167162">
      <w:pPr>
        <w:suppressAutoHyphens/>
        <w:ind w:firstLine="709"/>
        <w:jc w:val="center"/>
        <w:rPr>
          <w:rFonts w:cs="Arial"/>
          <w:bCs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  <w:bCs/>
        </w:rPr>
      </w:pPr>
    </w:p>
    <w:p w:rsidR="00167162" w:rsidRPr="00421904" w:rsidRDefault="00DD01E6" w:rsidP="00167162">
      <w:pPr>
        <w:pStyle w:val="Title"/>
        <w:rPr>
          <w:rFonts w:ascii="Times New Roman" w:hAnsi="Times New Roman" w:cs="Times New Roman"/>
        </w:rPr>
      </w:pPr>
      <w:r w:rsidRPr="00421904">
        <w:rPr>
          <w:rFonts w:ascii="Times New Roman" w:hAnsi="Times New Roman" w:cs="Times New Roman"/>
        </w:rPr>
        <w:t xml:space="preserve">Об отмене </w:t>
      </w:r>
      <w:r w:rsidR="00712BF2" w:rsidRPr="00421904">
        <w:rPr>
          <w:rFonts w:ascii="Times New Roman" w:hAnsi="Times New Roman" w:cs="Times New Roman"/>
        </w:rPr>
        <w:t>на территории</w:t>
      </w:r>
      <w:r w:rsidR="00262C05" w:rsidRPr="00421904">
        <w:rPr>
          <w:rFonts w:ascii="Times New Roman" w:hAnsi="Times New Roman" w:cs="Times New Roman"/>
        </w:rPr>
        <w:t xml:space="preserve"> </w:t>
      </w:r>
      <w:r w:rsidR="00712BF2" w:rsidRPr="00421904">
        <w:rPr>
          <w:rFonts w:ascii="Times New Roman" w:hAnsi="Times New Roman" w:cs="Times New Roman"/>
        </w:rPr>
        <w:t>муниципального района</w:t>
      </w:r>
      <w:r w:rsidR="00167162" w:rsidRPr="00421904">
        <w:rPr>
          <w:rFonts w:ascii="Times New Roman" w:hAnsi="Times New Roman" w:cs="Times New Roman"/>
        </w:rPr>
        <w:t xml:space="preserve"> «</w:t>
      </w:r>
      <w:r w:rsidR="00712BF2" w:rsidRPr="00421904">
        <w:rPr>
          <w:rFonts w:ascii="Times New Roman" w:hAnsi="Times New Roman" w:cs="Times New Roman"/>
        </w:rPr>
        <w:t>Шилкинский район»</w:t>
      </w:r>
      <w:r w:rsidR="00073477" w:rsidRPr="00421904">
        <w:rPr>
          <w:rFonts w:ascii="Times New Roman" w:hAnsi="Times New Roman" w:cs="Times New Roman"/>
        </w:rPr>
        <w:t xml:space="preserve"> </w:t>
      </w:r>
      <w:r w:rsidR="00F12DB8" w:rsidRPr="00421904">
        <w:rPr>
          <w:rFonts w:ascii="Times New Roman" w:hAnsi="Times New Roman" w:cs="Times New Roman"/>
        </w:rPr>
        <w:t>режима «Повышенной готовности»</w:t>
      </w:r>
    </w:p>
    <w:p w:rsidR="00712BF2" w:rsidRDefault="00712BF2" w:rsidP="00167162">
      <w:pPr>
        <w:suppressAutoHyphens/>
        <w:ind w:firstLine="709"/>
        <w:jc w:val="center"/>
        <w:rPr>
          <w:rFonts w:cs="Arial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</w:rPr>
      </w:pPr>
    </w:p>
    <w:p w:rsidR="00DD01E6" w:rsidRPr="00421904" w:rsidRDefault="00096D45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21904">
        <w:rPr>
          <w:rFonts w:ascii="Times New Roman" w:hAnsi="Times New Roman"/>
          <w:sz w:val="28"/>
          <w:szCs w:val="28"/>
        </w:rPr>
        <w:t xml:space="preserve">В </w:t>
      </w:r>
      <w:r w:rsidRPr="00421904">
        <w:rPr>
          <w:rFonts w:ascii="Times New Roman" w:hAnsi="Times New Roman"/>
          <w:bCs/>
          <w:sz w:val="28"/>
          <w:szCs w:val="28"/>
        </w:rPr>
        <w:t xml:space="preserve">соответствии со </w:t>
      </w:r>
      <w:r w:rsidRPr="00421904">
        <w:rPr>
          <w:rFonts w:ascii="Times New Roman" w:hAnsi="Times New Roman"/>
          <w:sz w:val="28"/>
          <w:szCs w:val="28"/>
        </w:rPr>
        <w:t xml:space="preserve">статьей 8 </w:t>
      </w:r>
      <w:hyperlink r:id="rId10" w:history="1">
        <w:r w:rsidR="00167162" w:rsidRPr="00421904">
          <w:rPr>
            <w:rStyle w:val="af4"/>
            <w:rFonts w:ascii="Times New Roman" w:hAnsi="Times New Roman"/>
            <w:color w:val="000000" w:themeColor="text1"/>
            <w:sz w:val="28"/>
            <w:szCs w:val="28"/>
          </w:rPr>
          <w:t>Устава муниципального района «Шилкинский район»</w:t>
        </w:r>
      </w:hyperlink>
      <w:r w:rsidRPr="00421904">
        <w:rPr>
          <w:rFonts w:ascii="Times New Roman" w:hAnsi="Times New Roman"/>
          <w:sz w:val="28"/>
          <w:szCs w:val="28"/>
        </w:rPr>
        <w:t xml:space="preserve"> и Положением о муниципальной подсистеме муниципального района «Шилкинский район» звена территориальной подсистемы единой государственной системы предупреждения и ликвидации чрезвычайных ситуаций Забайкальского края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Pr="00421904">
        <w:rPr>
          <w:rFonts w:ascii="Times New Roman" w:hAnsi="Times New Roman"/>
          <w:sz w:val="28"/>
          <w:szCs w:val="28"/>
        </w:rPr>
        <w:t>утвержденным постановлением администрации муниципального района «Шилкинский район» от 29 февраля 2016</w:t>
      </w:r>
      <w:r w:rsidR="00167162" w:rsidRPr="00421904">
        <w:rPr>
          <w:rFonts w:ascii="Times New Roman" w:hAnsi="Times New Roman"/>
          <w:sz w:val="28"/>
          <w:szCs w:val="28"/>
        </w:rPr>
        <w:t xml:space="preserve"> года № </w:t>
      </w:r>
      <w:r w:rsidRPr="00421904">
        <w:rPr>
          <w:rFonts w:ascii="Times New Roman" w:hAnsi="Times New Roman"/>
          <w:sz w:val="28"/>
          <w:szCs w:val="28"/>
        </w:rPr>
        <w:t>81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Pr="00421904">
        <w:rPr>
          <w:rFonts w:ascii="Times New Roman" w:hAnsi="Times New Roman"/>
          <w:sz w:val="28"/>
          <w:szCs w:val="28"/>
        </w:rPr>
        <w:t>учитывая решение Комиссии по предупреждению и ликвидации чрезвычайных ситуаций и обеспечению пожарной безопасности муниципального района</w:t>
      </w:r>
      <w:proofErr w:type="gramEnd"/>
      <w:r w:rsidRPr="00421904">
        <w:rPr>
          <w:rFonts w:ascii="Times New Roman" w:hAnsi="Times New Roman"/>
          <w:sz w:val="28"/>
          <w:szCs w:val="28"/>
        </w:rPr>
        <w:t xml:space="preserve"> «Шилкинский район»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Pr="00421904">
        <w:rPr>
          <w:rFonts w:ascii="Times New Roman" w:hAnsi="Times New Roman"/>
          <w:sz w:val="28"/>
          <w:szCs w:val="28"/>
        </w:rPr>
        <w:t>протокол</w:t>
      </w:r>
      <w:r w:rsidR="00167162" w:rsidRPr="00421904">
        <w:rPr>
          <w:rFonts w:ascii="Times New Roman" w:hAnsi="Times New Roman"/>
          <w:sz w:val="28"/>
          <w:szCs w:val="28"/>
        </w:rPr>
        <w:t xml:space="preserve"> № </w:t>
      </w:r>
      <w:r w:rsidR="00F12DB8" w:rsidRPr="00421904">
        <w:rPr>
          <w:rFonts w:ascii="Times New Roman" w:hAnsi="Times New Roman"/>
          <w:sz w:val="28"/>
          <w:szCs w:val="28"/>
        </w:rPr>
        <w:t>28</w:t>
      </w:r>
      <w:r w:rsidR="00AB68CE" w:rsidRPr="00421904">
        <w:rPr>
          <w:rFonts w:ascii="Times New Roman" w:hAnsi="Times New Roman"/>
          <w:sz w:val="28"/>
          <w:szCs w:val="28"/>
        </w:rPr>
        <w:t xml:space="preserve"> </w:t>
      </w:r>
      <w:r w:rsidRPr="00421904">
        <w:rPr>
          <w:rFonts w:ascii="Times New Roman" w:hAnsi="Times New Roman"/>
          <w:sz w:val="28"/>
          <w:szCs w:val="28"/>
        </w:rPr>
        <w:t xml:space="preserve">от </w:t>
      </w:r>
      <w:r w:rsidR="00F12DB8" w:rsidRPr="00421904">
        <w:rPr>
          <w:rFonts w:ascii="Times New Roman" w:hAnsi="Times New Roman"/>
          <w:sz w:val="28"/>
          <w:szCs w:val="28"/>
        </w:rPr>
        <w:t>09</w:t>
      </w:r>
      <w:r w:rsidR="00AB68CE" w:rsidRPr="00421904">
        <w:rPr>
          <w:rFonts w:ascii="Times New Roman" w:hAnsi="Times New Roman"/>
          <w:sz w:val="28"/>
          <w:szCs w:val="28"/>
        </w:rPr>
        <w:t xml:space="preserve"> </w:t>
      </w:r>
      <w:r w:rsidR="00F12DB8" w:rsidRPr="00421904">
        <w:rPr>
          <w:rFonts w:ascii="Times New Roman" w:hAnsi="Times New Roman"/>
          <w:sz w:val="28"/>
          <w:szCs w:val="28"/>
        </w:rPr>
        <w:t>октября</w:t>
      </w:r>
      <w:r w:rsidR="00AB68CE" w:rsidRPr="00421904">
        <w:rPr>
          <w:rFonts w:ascii="Times New Roman" w:hAnsi="Times New Roman"/>
          <w:sz w:val="28"/>
          <w:szCs w:val="28"/>
        </w:rPr>
        <w:t xml:space="preserve"> </w:t>
      </w:r>
      <w:r w:rsidRPr="00421904">
        <w:rPr>
          <w:rFonts w:ascii="Times New Roman" w:hAnsi="Times New Roman"/>
          <w:sz w:val="28"/>
          <w:szCs w:val="28"/>
        </w:rPr>
        <w:t>202</w:t>
      </w:r>
      <w:r w:rsidR="00F12DB8" w:rsidRPr="00421904">
        <w:rPr>
          <w:rFonts w:ascii="Times New Roman" w:hAnsi="Times New Roman"/>
          <w:sz w:val="28"/>
          <w:szCs w:val="28"/>
        </w:rPr>
        <w:t>5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Pr="00421904">
        <w:rPr>
          <w:rFonts w:ascii="Times New Roman" w:hAnsi="Times New Roman"/>
          <w:sz w:val="28"/>
          <w:szCs w:val="28"/>
        </w:rPr>
        <w:t>в связи с устранение</w:t>
      </w:r>
      <w:r w:rsidR="00E432E7" w:rsidRPr="00421904">
        <w:rPr>
          <w:rFonts w:ascii="Times New Roman" w:hAnsi="Times New Roman"/>
          <w:sz w:val="28"/>
          <w:szCs w:val="28"/>
        </w:rPr>
        <w:t>м</w:t>
      </w:r>
      <w:r w:rsidRPr="00421904">
        <w:rPr>
          <w:rFonts w:ascii="Times New Roman" w:hAnsi="Times New Roman"/>
          <w:sz w:val="28"/>
          <w:szCs w:val="28"/>
        </w:rPr>
        <w:t xml:space="preserve"> причин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="00DD01E6" w:rsidRPr="00421904">
        <w:rPr>
          <w:rFonts w:ascii="Times New Roman" w:hAnsi="Times New Roman"/>
          <w:sz w:val="28"/>
          <w:szCs w:val="28"/>
        </w:rPr>
        <w:t xml:space="preserve">послуживших основанием для введения режима </w:t>
      </w:r>
      <w:r w:rsidR="00AB68CE" w:rsidRPr="00421904">
        <w:rPr>
          <w:rFonts w:ascii="Times New Roman" w:hAnsi="Times New Roman"/>
          <w:sz w:val="28"/>
          <w:szCs w:val="28"/>
        </w:rPr>
        <w:t>повышенной готовности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="00DD01E6" w:rsidRPr="00421904">
        <w:rPr>
          <w:rFonts w:ascii="Times New Roman" w:hAnsi="Times New Roman"/>
          <w:sz w:val="28"/>
          <w:szCs w:val="28"/>
        </w:rPr>
        <w:t>администрация</w:t>
      </w:r>
      <w:r w:rsidR="00167162" w:rsidRPr="00421904">
        <w:rPr>
          <w:rFonts w:ascii="Times New Roman" w:hAnsi="Times New Roman"/>
          <w:sz w:val="28"/>
          <w:szCs w:val="28"/>
        </w:rPr>
        <w:t xml:space="preserve"> </w:t>
      </w:r>
      <w:r w:rsidR="00DD01E6" w:rsidRPr="00421904">
        <w:rPr>
          <w:rFonts w:ascii="Times New Roman" w:hAnsi="Times New Roman"/>
          <w:sz w:val="28"/>
          <w:szCs w:val="28"/>
        </w:rPr>
        <w:t>постановляет:</w:t>
      </w:r>
    </w:p>
    <w:p w:rsidR="00DD01E6" w:rsidRPr="00421904" w:rsidRDefault="00DD01E6" w:rsidP="00167162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4630D1" w:rsidRPr="00421904" w:rsidRDefault="00DD01E6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sz w:val="28"/>
          <w:szCs w:val="28"/>
        </w:rPr>
        <w:t>1.Отменить</w:t>
      </w:r>
      <w:r w:rsidR="00231450" w:rsidRPr="00421904">
        <w:rPr>
          <w:rFonts w:ascii="Times New Roman" w:hAnsi="Times New Roman"/>
          <w:sz w:val="28"/>
          <w:szCs w:val="28"/>
        </w:rPr>
        <w:t xml:space="preserve"> с </w:t>
      </w:r>
      <w:r w:rsidR="00F12DB8" w:rsidRPr="00421904">
        <w:rPr>
          <w:rFonts w:ascii="Times New Roman" w:hAnsi="Times New Roman"/>
          <w:sz w:val="28"/>
          <w:szCs w:val="28"/>
        </w:rPr>
        <w:t>10 октября 2025</w:t>
      </w:r>
      <w:r w:rsidR="00167162" w:rsidRPr="00421904">
        <w:rPr>
          <w:rFonts w:ascii="Times New Roman" w:hAnsi="Times New Roman"/>
          <w:sz w:val="28"/>
          <w:szCs w:val="28"/>
        </w:rPr>
        <w:t xml:space="preserve"> года</w:t>
      </w:r>
      <w:r w:rsidR="0094632E" w:rsidRPr="00421904">
        <w:rPr>
          <w:rFonts w:ascii="Times New Roman" w:hAnsi="Times New Roman"/>
          <w:sz w:val="28"/>
          <w:szCs w:val="28"/>
        </w:rPr>
        <w:t xml:space="preserve"> режим функционирования «Повышенная готовность»</w:t>
      </w:r>
      <w:r w:rsidR="004630D1" w:rsidRPr="00421904">
        <w:rPr>
          <w:rFonts w:ascii="Times New Roman" w:hAnsi="Times New Roman"/>
          <w:sz w:val="28"/>
          <w:szCs w:val="28"/>
        </w:rPr>
        <w:t xml:space="preserve"> установленный постановлением администрации муниципального района «Шилкинский район»</w:t>
      </w:r>
      <w:r w:rsidR="00167162" w:rsidRPr="00421904">
        <w:rPr>
          <w:rFonts w:ascii="Times New Roman" w:hAnsi="Times New Roman"/>
          <w:sz w:val="28"/>
          <w:szCs w:val="28"/>
        </w:rPr>
        <w:t xml:space="preserve"> </w:t>
      </w:r>
      <w:r w:rsidR="004630D1" w:rsidRPr="00421904">
        <w:rPr>
          <w:rFonts w:ascii="Times New Roman" w:hAnsi="Times New Roman"/>
          <w:sz w:val="28"/>
          <w:szCs w:val="28"/>
        </w:rPr>
        <w:t xml:space="preserve">от </w:t>
      </w:r>
      <w:r w:rsidR="0094632E" w:rsidRPr="00421904">
        <w:rPr>
          <w:rFonts w:ascii="Times New Roman" w:hAnsi="Times New Roman"/>
          <w:sz w:val="28"/>
          <w:szCs w:val="28"/>
        </w:rPr>
        <w:t>05.08.2025</w:t>
      </w:r>
      <w:r w:rsidR="00167162" w:rsidRPr="00421904">
        <w:rPr>
          <w:rFonts w:ascii="Times New Roman" w:hAnsi="Times New Roman"/>
          <w:sz w:val="28"/>
          <w:szCs w:val="28"/>
        </w:rPr>
        <w:t xml:space="preserve"> года № </w:t>
      </w:r>
      <w:r w:rsidR="0094632E" w:rsidRPr="00421904">
        <w:rPr>
          <w:rFonts w:ascii="Times New Roman" w:hAnsi="Times New Roman"/>
          <w:sz w:val="28"/>
          <w:szCs w:val="28"/>
        </w:rPr>
        <w:t>329</w:t>
      </w:r>
      <w:r w:rsidR="004630D1" w:rsidRPr="00421904">
        <w:rPr>
          <w:rFonts w:ascii="Times New Roman" w:hAnsi="Times New Roman"/>
          <w:sz w:val="28"/>
          <w:szCs w:val="28"/>
        </w:rPr>
        <w:t xml:space="preserve"> «</w:t>
      </w:r>
      <w:r w:rsidR="0094632E" w:rsidRPr="00421904">
        <w:rPr>
          <w:rFonts w:ascii="Times New Roman" w:hAnsi="Times New Roman"/>
          <w:sz w:val="28"/>
          <w:szCs w:val="28"/>
        </w:rPr>
        <w:t>О введении режима функционирования «Повышенная готовность</w:t>
      </w:r>
      <w:r w:rsidR="004630D1" w:rsidRPr="00421904">
        <w:rPr>
          <w:rFonts w:ascii="Times New Roman" w:hAnsi="Times New Roman"/>
          <w:sz w:val="28"/>
          <w:szCs w:val="28"/>
        </w:rPr>
        <w:t>»</w:t>
      </w:r>
      <w:r w:rsidR="00231450" w:rsidRPr="00421904">
        <w:rPr>
          <w:rFonts w:ascii="Times New Roman" w:hAnsi="Times New Roman"/>
          <w:sz w:val="28"/>
          <w:szCs w:val="28"/>
        </w:rPr>
        <w:t>.</w:t>
      </w:r>
    </w:p>
    <w:p w:rsidR="00167162" w:rsidRPr="00421904" w:rsidRDefault="004630D1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sz w:val="28"/>
          <w:szCs w:val="28"/>
        </w:rPr>
        <w:t>3.</w:t>
      </w:r>
      <w:r w:rsidR="0094632E" w:rsidRPr="00421904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муниципального района «Шилкинский район» от 05.08.2025 года № 329 «О введении режима функционирования «Повышенная готовность»</w:t>
      </w:r>
      <w:r w:rsidR="00D30D8F" w:rsidRPr="00421904">
        <w:rPr>
          <w:rFonts w:ascii="Times New Roman" w:hAnsi="Times New Roman"/>
          <w:sz w:val="28"/>
          <w:szCs w:val="28"/>
        </w:rPr>
        <w:t>.</w:t>
      </w:r>
    </w:p>
    <w:p w:rsidR="001A5310" w:rsidRPr="00421904" w:rsidRDefault="00D30D8F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sz w:val="28"/>
          <w:szCs w:val="28"/>
        </w:rPr>
        <w:t>4</w:t>
      </w:r>
      <w:r w:rsidR="001A5310" w:rsidRPr="00421904">
        <w:rPr>
          <w:rFonts w:ascii="Times New Roman" w:hAnsi="Times New Roman"/>
          <w:sz w:val="28"/>
          <w:szCs w:val="28"/>
        </w:rPr>
        <w:t>.</w:t>
      </w:r>
      <w:r w:rsidR="00F20641" w:rsidRPr="00F20641">
        <w:rPr>
          <w:rFonts w:ascii="Times New Roman" w:hAnsi="Times New Roman"/>
          <w:sz w:val="28"/>
          <w:szCs w:val="28"/>
          <w:lang w:bidi="ru-RU"/>
        </w:rPr>
        <w:t xml:space="preserve"> Настоящее постановление опубликовать в районной общественно-политической газете «</w:t>
      </w:r>
      <w:proofErr w:type="spellStart"/>
      <w:proofErr w:type="gramStart"/>
      <w:r w:rsidR="00F20641" w:rsidRPr="00F20641">
        <w:rPr>
          <w:rFonts w:ascii="Times New Roman" w:hAnsi="Times New Roman"/>
          <w:sz w:val="28"/>
          <w:szCs w:val="28"/>
          <w:lang w:bidi="ru-RU"/>
        </w:rPr>
        <w:t>Шилкинская</w:t>
      </w:r>
      <w:proofErr w:type="spellEnd"/>
      <w:proofErr w:type="gramEnd"/>
      <w:r w:rsidR="00F20641" w:rsidRPr="00F20641">
        <w:rPr>
          <w:rFonts w:ascii="Times New Roman" w:hAnsi="Times New Roman"/>
          <w:sz w:val="28"/>
          <w:szCs w:val="28"/>
          <w:lang w:bidi="ru-RU"/>
        </w:rPr>
        <w:t xml:space="preserve"> правда».</w:t>
      </w:r>
      <w:bookmarkStart w:id="0" w:name="_GoBack"/>
      <w:bookmarkEnd w:id="0"/>
    </w:p>
    <w:p w:rsidR="00DF50DD" w:rsidRPr="00421904" w:rsidRDefault="00DF50DD" w:rsidP="00167162">
      <w:pPr>
        <w:pStyle w:val="31"/>
        <w:tabs>
          <w:tab w:val="left" w:pos="851"/>
          <w:tab w:val="left" w:pos="1418"/>
        </w:tabs>
        <w:suppressAutoHyphens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167162" w:rsidRPr="00421904" w:rsidRDefault="00167162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167162" w:rsidRPr="00421904" w:rsidRDefault="00167162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F50DD" w:rsidRPr="00421904" w:rsidRDefault="0094632E" w:rsidP="00167162">
      <w:pPr>
        <w:suppressAutoHyphens/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421904">
        <w:rPr>
          <w:rFonts w:ascii="Times New Roman" w:hAnsi="Times New Roman"/>
          <w:sz w:val="28"/>
          <w:szCs w:val="28"/>
        </w:rPr>
        <w:t>Врио</w:t>
      </w:r>
      <w:proofErr w:type="spellEnd"/>
      <w:r w:rsidR="00231450" w:rsidRPr="00421904">
        <w:rPr>
          <w:rFonts w:ascii="Times New Roman" w:hAnsi="Times New Roman"/>
          <w:sz w:val="28"/>
          <w:szCs w:val="28"/>
        </w:rPr>
        <w:t xml:space="preserve"> </w:t>
      </w:r>
      <w:r w:rsidR="00DF50DD" w:rsidRPr="00421904">
        <w:rPr>
          <w:rFonts w:ascii="Times New Roman" w:hAnsi="Times New Roman"/>
          <w:sz w:val="28"/>
          <w:szCs w:val="28"/>
        </w:rPr>
        <w:t>Глав</w:t>
      </w:r>
      <w:r w:rsidR="00231450" w:rsidRPr="00421904">
        <w:rPr>
          <w:rFonts w:ascii="Times New Roman" w:hAnsi="Times New Roman"/>
          <w:sz w:val="28"/>
          <w:szCs w:val="28"/>
        </w:rPr>
        <w:t>ы</w:t>
      </w:r>
      <w:r w:rsidR="00DF50DD" w:rsidRPr="0042190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421904">
        <w:rPr>
          <w:rFonts w:ascii="Times New Roman" w:hAnsi="Times New Roman"/>
          <w:sz w:val="28"/>
          <w:szCs w:val="28"/>
        </w:rPr>
        <w:t xml:space="preserve"> </w:t>
      </w:r>
      <w:r w:rsidRPr="00421904">
        <w:rPr>
          <w:rFonts w:ascii="Times New Roman" w:hAnsi="Times New Roman"/>
          <w:sz w:val="28"/>
          <w:szCs w:val="28"/>
        </w:rPr>
        <w:tab/>
      </w:r>
      <w:r w:rsidR="00421904" w:rsidRPr="00421904">
        <w:rPr>
          <w:rFonts w:ascii="Times New Roman" w:hAnsi="Times New Roman"/>
          <w:sz w:val="28"/>
          <w:szCs w:val="28"/>
        </w:rPr>
        <w:tab/>
      </w:r>
      <w:r w:rsidR="00421904" w:rsidRPr="00421904">
        <w:rPr>
          <w:rFonts w:ascii="Times New Roman" w:hAnsi="Times New Roman"/>
          <w:sz w:val="28"/>
          <w:szCs w:val="28"/>
        </w:rPr>
        <w:tab/>
      </w:r>
      <w:r w:rsidR="00421904" w:rsidRPr="00421904">
        <w:rPr>
          <w:rFonts w:ascii="Times New Roman" w:hAnsi="Times New Roman"/>
          <w:sz w:val="28"/>
          <w:szCs w:val="28"/>
        </w:rPr>
        <w:tab/>
      </w:r>
      <w:r w:rsidR="00421904" w:rsidRPr="00421904">
        <w:rPr>
          <w:rFonts w:ascii="Times New Roman" w:hAnsi="Times New Roman"/>
          <w:sz w:val="28"/>
          <w:szCs w:val="28"/>
        </w:rPr>
        <w:tab/>
      </w:r>
      <w:r w:rsidRPr="00421904">
        <w:rPr>
          <w:rFonts w:ascii="Times New Roman" w:hAnsi="Times New Roman"/>
          <w:sz w:val="28"/>
          <w:szCs w:val="28"/>
        </w:rPr>
        <w:t>В.С. Спиридонова</w:t>
      </w:r>
    </w:p>
    <w:sectPr w:rsidR="00DF50DD" w:rsidRPr="00421904" w:rsidSect="00F12DB8">
      <w:type w:val="continuous"/>
      <w:pgSz w:w="11906" w:h="16838" w:code="9"/>
      <w:pgMar w:top="720" w:right="720" w:bottom="720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AFE" w:rsidRDefault="004C2AFE">
      <w:r>
        <w:separator/>
      </w:r>
    </w:p>
  </w:endnote>
  <w:endnote w:type="continuationSeparator" w:id="0">
    <w:p w:rsidR="004C2AFE" w:rsidRDefault="004C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AFE" w:rsidRDefault="004C2AFE">
      <w:r>
        <w:separator/>
      </w:r>
    </w:p>
  </w:footnote>
  <w:footnote w:type="continuationSeparator" w:id="0">
    <w:p w:rsidR="004C2AFE" w:rsidRDefault="004C2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22"/>
    <w:rsid w:val="00015B77"/>
    <w:rsid w:val="00023053"/>
    <w:rsid w:val="00024DDF"/>
    <w:rsid w:val="00024FCE"/>
    <w:rsid w:val="00026881"/>
    <w:rsid w:val="00033909"/>
    <w:rsid w:val="000358A8"/>
    <w:rsid w:val="000553CB"/>
    <w:rsid w:val="00055C5D"/>
    <w:rsid w:val="0006249A"/>
    <w:rsid w:val="00067134"/>
    <w:rsid w:val="00070CE6"/>
    <w:rsid w:val="00071144"/>
    <w:rsid w:val="00073477"/>
    <w:rsid w:val="0007478F"/>
    <w:rsid w:val="00083980"/>
    <w:rsid w:val="00092231"/>
    <w:rsid w:val="000948D9"/>
    <w:rsid w:val="00096D45"/>
    <w:rsid w:val="000A729B"/>
    <w:rsid w:val="000B1875"/>
    <w:rsid w:val="000B26D7"/>
    <w:rsid w:val="000B519F"/>
    <w:rsid w:val="000C1504"/>
    <w:rsid w:val="000C5CAE"/>
    <w:rsid w:val="000C64B0"/>
    <w:rsid w:val="000D07DC"/>
    <w:rsid w:val="000D0C85"/>
    <w:rsid w:val="000E4721"/>
    <w:rsid w:val="000F07BC"/>
    <w:rsid w:val="000F1321"/>
    <w:rsid w:val="000F45FB"/>
    <w:rsid w:val="000F47E5"/>
    <w:rsid w:val="001072E4"/>
    <w:rsid w:val="0011090A"/>
    <w:rsid w:val="00114EC1"/>
    <w:rsid w:val="00117092"/>
    <w:rsid w:val="0012180D"/>
    <w:rsid w:val="001271EC"/>
    <w:rsid w:val="001361A0"/>
    <w:rsid w:val="00150FB3"/>
    <w:rsid w:val="00151DFB"/>
    <w:rsid w:val="00155946"/>
    <w:rsid w:val="001633E9"/>
    <w:rsid w:val="0016635C"/>
    <w:rsid w:val="00167162"/>
    <w:rsid w:val="00172539"/>
    <w:rsid w:val="00174756"/>
    <w:rsid w:val="00183E94"/>
    <w:rsid w:val="00194A20"/>
    <w:rsid w:val="001966F1"/>
    <w:rsid w:val="001A5310"/>
    <w:rsid w:val="001B5762"/>
    <w:rsid w:val="001B5B9F"/>
    <w:rsid w:val="001B5D50"/>
    <w:rsid w:val="001C5284"/>
    <w:rsid w:val="001C7590"/>
    <w:rsid w:val="001D57F8"/>
    <w:rsid w:val="001E466F"/>
    <w:rsid w:val="001E706C"/>
    <w:rsid w:val="001F75F7"/>
    <w:rsid w:val="002020C0"/>
    <w:rsid w:val="00206BF2"/>
    <w:rsid w:val="00212089"/>
    <w:rsid w:val="00215E7A"/>
    <w:rsid w:val="002177A0"/>
    <w:rsid w:val="00217885"/>
    <w:rsid w:val="0021789B"/>
    <w:rsid w:val="00227B3B"/>
    <w:rsid w:val="00231450"/>
    <w:rsid w:val="002416C4"/>
    <w:rsid w:val="00243B33"/>
    <w:rsid w:val="00245969"/>
    <w:rsid w:val="00252E44"/>
    <w:rsid w:val="00262B49"/>
    <w:rsid w:val="00262C05"/>
    <w:rsid w:val="00264625"/>
    <w:rsid w:val="00267A83"/>
    <w:rsid w:val="0027211E"/>
    <w:rsid w:val="002737FE"/>
    <w:rsid w:val="0027399F"/>
    <w:rsid w:val="00273DCB"/>
    <w:rsid w:val="0028422D"/>
    <w:rsid w:val="002958C5"/>
    <w:rsid w:val="002A1967"/>
    <w:rsid w:val="002A1A0B"/>
    <w:rsid w:val="002C4232"/>
    <w:rsid w:val="002D0AA5"/>
    <w:rsid w:val="002D1202"/>
    <w:rsid w:val="002D40B2"/>
    <w:rsid w:val="002E4888"/>
    <w:rsid w:val="002E66ED"/>
    <w:rsid w:val="002E6A33"/>
    <w:rsid w:val="002F0ECC"/>
    <w:rsid w:val="002F13A7"/>
    <w:rsid w:val="002F3639"/>
    <w:rsid w:val="002F3D5B"/>
    <w:rsid w:val="003015A9"/>
    <w:rsid w:val="0031448A"/>
    <w:rsid w:val="00315A99"/>
    <w:rsid w:val="0032128E"/>
    <w:rsid w:val="003439AB"/>
    <w:rsid w:val="0034714D"/>
    <w:rsid w:val="00351C7D"/>
    <w:rsid w:val="00354575"/>
    <w:rsid w:val="00355EFC"/>
    <w:rsid w:val="00360715"/>
    <w:rsid w:val="00382125"/>
    <w:rsid w:val="00387F8F"/>
    <w:rsid w:val="00395BDD"/>
    <w:rsid w:val="003A4366"/>
    <w:rsid w:val="003A5CCF"/>
    <w:rsid w:val="003A5DD5"/>
    <w:rsid w:val="003B2CE5"/>
    <w:rsid w:val="003B5488"/>
    <w:rsid w:val="003B6E7F"/>
    <w:rsid w:val="003C7D2F"/>
    <w:rsid w:val="003D47BF"/>
    <w:rsid w:val="003D5C92"/>
    <w:rsid w:val="003D6656"/>
    <w:rsid w:val="003F0895"/>
    <w:rsid w:val="003F64BC"/>
    <w:rsid w:val="003F677B"/>
    <w:rsid w:val="004000ED"/>
    <w:rsid w:val="0040349F"/>
    <w:rsid w:val="004058B8"/>
    <w:rsid w:val="004072EC"/>
    <w:rsid w:val="00421904"/>
    <w:rsid w:val="00425894"/>
    <w:rsid w:val="00431940"/>
    <w:rsid w:val="0043359F"/>
    <w:rsid w:val="004335DE"/>
    <w:rsid w:val="0044728C"/>
    <w:rsid w:val="0045077B"/>
    <w:rsid w:val="00451940"/>
    <w:rsid w:val="00453056"/>
    <w:rsid w:val="004622A7"/>
    <w:rsid w:val="004630D1"/>
    <w:rsid w:val="004632C6"/>
    <w:rsid w:val="004657A9"/>
    <w:rsid w:val="00471174"/>
    <w:rsid w:val="0047392E"/>
    <w:rsid w:val="00473B57"/>
    <w:rsid w:val="00485B0B"/>
    <w:rsid w:val="004951E4"/>
    <w:rsid w:val="004A15C2"/>
    <w:rsid w:val="004A2F02"/>
    <w:rsid w:val="004A5952"/>
    <w:rsid w:val="004B28F0"/>
    <w:rsid w:val="004B4B0F"/>
    <w:rsid w:val="004C2AFE"/>
    <w:rsid w:val="004C6C54"/>
    <w:rsid w:val="004C7077"/>
    <w:rsid w:val="004D56A7"/>
    <w:rsid w:val="004D7EE7"/>
    <w:rsid w:val="004E7DEB"/>
    <w:rsid w:val="004F15C2"/>
    <w:rsid w:val="00505C25"/>
    <w:rsid w:val="00512D5C"/>
    <w:rsid w:val="00513D44"/>
    <w:rsid w:val="00520508"/>
    <w:rsid w:val="00524F24"/>
    <w:rsid w:val="0052705F"/>
    <w:rsid w:val="00530C5E"/>
    <w:rsid w:val="00537055"/>
    <w:rsid w:val="005412EA"/>
    <w:rsid w:val="00542F7C"/>
    <w:rsid w:val="0055091E"/>
    <w:rsid w:val="00556BFB"/>
    <w:rsid w:val="0056494B"/>
    <w:rsid w:val="005849DF"/>
    <w:rsid w:val="005859A5"/>
    <w:rsid w:val="0059257C"/>
    <w:rsid w:val="005967C5"/>
    <w:rsid w:val="005A1BD8"/>
    <w:rsid w:val="005A1D31"/>
    <w:rsid w:val="005B48C6"/>
    <w:rsid w:val="005C08C0"/>
    <w:rsid w:val="005C47F4"/>
    <w:rsid w:val="005E0552"/>
    <w:rsid w:val="005E4C70"/>
    <w:rsid w:val="005E56C2"/>
    <w:rsid w:val="00603BF2"/>
    <w:rsid w:val="00612CC5"/>
    <w:rsid w:val="00620C22"/>
    <w:rsid w:val="00622C4F"/>
    <w:rsid w:val="0062651F"/>
    <w:rsid w:val="006274B2"/>
    <w:rsid w:val="006341C6"/>
    <w:rsid w:val="006343DE"/>
    <w:rsid w:val="0064542A"/>
    <w:rsid w:val="00660D90"/>
    <w:rsid w:val="00660FD7"/>
    <w:rsid w:val="00663F01"/>
    <w:rsid w:val="006641B4"/>
    <w:rsid w:val="00665475"/>
    <w:rsid w:val="006666F9"/>
    <w:rsid w:val="0067240E"/>
    <w:rsid w:val="006810BB"/>
    <w:rsid w:val="00681795"/>
    <w:rsid w:val="00681C97"/>
    <w:rsid w:val="006839A1"/>
    <w:rsid w:val="00684D17"/>
    <w:rsid w:val="00687A53"/>
    <w:rsid w:val="00692EAB"/>
    <w:rsid w:val="006944AB"/>
    <w:rsid w:val="006D044C"/>
    <w:rsid w:val="006D0858"/>
    <w:rsid w:val="006D1677"/>
    <w:rsid w:val="006D4A8C"/>
    <w:rsid w:val="006D4B19"/>
    <w:rsid w:val="006F0A12"/>
    <w:rsid w:val="006F1134"/>
    <w:rsid w:val="006F206F"/>
    <w:rsid w:val="00701BE4"/>
    <w:rsid w:val="0070327F"/>
    <w:rsid w:val="007037B0"/>
    <w:rsid w:val="00712BF2"/>
    <w:rsid w:val="0071580F"/>
    <w:rsid w:val="00722E3F"/>
    <w:rsid w:val="00724682"/>
    <w:rsid w:val="00724E03"/>
    <w:rsid w:val="00725514"/>
    <w:rsid w:val="00730A22"/>
    <w:rsid w:val="00733A01"/>
    <w:rsid w:val="00737B0F"/>
    <w:rsid w:val="007448F0"/>
    <w:rsid w:val="0075592E"/>
    <w:rsid w:val="007574F5"/>
    <w:rsid w:val="00773895"/>
    <w:rsid w:val="00776315"/>
    <w:rsid w:val="00777645"/>
    <w:rsid w:val="0078064D"/>
    <w:rsid w:val="00785415"/>
    <w:rsid w:val="00786D88"/>
    <w:rsid w:val="00790152"/>
    <w:rsid w:val="0079051A"/>
    <w:rsid w:val="0079187B"/>
    <w:rsid w:val="00791D23"/>
    <w:rsid w:val="007A3C38"/>
    <w:rsid w:val="007C088E"/>
    <w:rsid w:val="007C2B36"/>
    <w:rsid w:val="007C5216"/>
    <w:rsid w:val="007E61CB"/>
    <w:rsid w:val="007F46EC"/>
    <w:rsid w:val="0080143A"/>
    <w:rsid w:val="00802DB8"/>
    <w:rsid w:val="0080345A"/>
    <w:rsid w:val="00812F5F"/>
    <w:rsid w:val="0081495E"/>
    <w:rsid w:val="0082041D"/>
    <w:rsid w:val="00823E8A"/>
    <w:rsid w:val="00826472"/>
    <w:rsid w:val="008370B7"/>
    <w:rsid w:val="00837B48"/>
    <w:rsid w:val="00843799"/>
    <w:rsid w:val="00844372"/>
    <w:rsid w:val="00847D53"/>
    <w:rsid w:val="00850554"/>
    <w:rsid w:val="008547A0"/>
    <w:rsid w:val="00854F81"/>
    <w:rsid w:val="00855890"/>
    <w:rsid w:val="008702E3"/>
    <w:rsid w:val="00880BC3"/>
    <w:rsid w:val="00882734"/>
    <w:rsid w:val="00891F03"/>
    <w:rsid w:val="00894548"/>
    <w:rsid w:val="00895699"/>
    <w:rsid w:val="008956E3"/>
    <w:rsid w:val="00896375"/>
    <w:rsid w:val="008A2ACA"/>
    <w:rsid w:val="008A6ECA"/>
    <w:rsid w:val="008B6336"/>
    <w:rsid w:val="008B69B9"/>
    <w:rsid w:val="008C19CF"/>
    <w:rsid w:val="008C5679"/>
    <w:rsid w:val="008D0B0F"/>
    <w:rsid w:val="008D500E"/>
    <w:rsid w:val="008D65A3"/>
    <w:rsid w:val="008E10C6"/>
    <w:rsid w:val="008E5710"/>
    <w:rsid w:val="008F0CB1"/>
    <w:rsid w:val="008F2546"/>
    <w:rsid w:val="0090006F"/>
    <w:rsid w:val="00903E9D"/>
    <w:rsid w:val="00916168"/>
    <w:rsid w:val="009217C7"/>
    <w:rsid w:val="009218CA"/>
    <w:rsid w:val="00924820"/>
    <w:rsid w:val="00927348"/>
    <w:rsid w:val="009318CA"/>
    <w:rsid w:val="009323FE"/>
    <w:rsid w:val="009327B8"/>
    <w:rsid w:val="00934EB5"/>
    <w:rsid w:val="0094632E"/>
    <w:rsid w:val="009502E0"/>
    <w:rsid w:val="00950C27"/>
    <w:rsid w:val="009527A7"/>
    <w:rsid w:val="00956B79"/>
    <w:rsid w:val="00961E57"/>
    <w:rsid w:val="009639D6"/>
    <w:rsid w:val="009664D5"/>
    <w:rsid w:val="00975A9A"/>
    <w:rsid w:val="00975EE2"/>
    <w:rsid w:val="009939AA"/>
    <w:rsid w:val="00994305"/>
    <w:rsid w:val="009B3A19"/>
    <w:rsid w:val="009B5165"/>
    <w:rsid w:val="009B7167"/>
    <w:rsid w:val="009C2F38"/>
    <w:rsid w:val="009D1173"/>
    <w:rsid w:val="009D2B22"/>
    <w:rsid w:val="009E1076"/>
    <w:rsid w:val="009E6CE7"/>
    <w:rsid w:val="00A007FE"/>
    <w:rsid w:val="00A063CE"/>
    <w:rsid w:val="00A0765B"/>
    <w:rsid w:val="00A07C1E"/>
    <w:rsid w:val="00A10060"/>
    <w:rsid w:val="00A12ED3"/>
    <w:rsid w:val="00A13C87"/>
    <w:rsid w:val="00A14628"/>
    <w:rsid w:val="00A15BB9"/>
    <w:rsid w:val="00A21CEB"/>
    <w:rsid w:val="00A33EEC"/>
    <w:rsid w:val="00A3744A"/>
    <w:rsid w:val="00A45434"/>
    <w:rsid w:val="00A4574B"/>
    <w:rsid w:val="00A52993"/>
    <w:rsid w:val="00A54491"/>
    <w:rsid w:val="00A6122B"/>
    <w:rsid w:val="00A65F77"/>
    <w:rsid w:val="00A70A68"/>
    <w:rsid w:val="00A72215"/>
    <w:rsid w:val="00A74CE9"/>
    <w:rsid w:val="00A80B00"/>
    <w:rsid w:val="00A8211E"/>
    <w:rsid w:val="00A84EFD"/>
    <w:rsid w:val="00A90BDA"/>
    <w:rsid w:val="00A90D1A"/>
    <w:rsid w:val="00A931E4"/>
    <w:rsid w:val="00A9456B"/>
    <w:rsid w:val="00AA5A55"/>
    <w:rsid w:val="00AB3169"/>
    <w:rsid w:val="00AB68CE"/>
    <w:rsid w:val="00AC123C"/>
    <w:rsid w:val="00AC149F"/>
    <w:rsid w:val="00AC44D7"/>
    <w:rsid w:val="00AC7354"/>
    <w:rsid w:val="00AC7F8D"/>
    <w:rsid w:val="00AD6254"/>
    <w:rsid w:val="00AD6F3B"/>
    <w:rsid w:val="00AE2A15"/>
    <w:rsid w:val="00B052AA"/>
    <w:rsid w:val="00B13E03"/>
    <w:rsid w:val="00B15CFC"/>
    <w:rsid w:val="00B2455C"/>
    <w:rsid w:val="00B33DEA"/>
    <w:rsid w:val="00B3679C"/>
    <w:rsid w:val="00B55685"/>
    <w:rsid w:val="00B6076D"/>
    <w:rsid w:val="00B60B80"/>
    <w:rsid w:val="00B65760"/>
    <w:rsid w:val="00B722D0"/>
    <w:rsid w:val="00B8140B"/>
    <w:rsid w:val="00B91E47"/>
    <w:rsid w:val="00B936CB"/>
    <w:rsid w:val="00BA06A3"/>
    <w:rsid w:val="00BC0C99"/>
    <w:rsid w:val="00BC6862"/>
    <w:rsid w:val="00BE1470"/>
    <w:rsid w:val="00BE2591"/>
    <w:rsid w:val="00BE5E25"/>
    <w:rsid w:val="00BF190B"/>
    <w:rsid w:val="00BF1C88"/>
    <w:rsid w:val="00BF7D0E"/>
    <w:rsid w:val="00C00BF2"/>
    <w:rsid w:val="00C01428"/>
    <w:rsid w:val="00C05EAC"/>
    <w:rsid w:val="00C070CF"/>
    <w:rsid w:val="00C11C46"/>
    <w:rsid w:val="00C133A8"/>
    <w:rsid w:val="00C14387"/>
    <w:rsid w:val="00C21B1B"/>
    <w:rsid w:val="00C30374"/>
    <w:rsid w:val="00C3080C"/>
    <w:rsid w:val="00C631F4"/>
    <w:rsid w:val="00C645CA"/>
    <w:rsid w:val="00C65B08"/>
    <w:rsid w:val="00C678F1"/>
    <w:rsid w:val="00C67EF1"/>
    <w:rsid w:val="00C720CE"/>
    <w:rsid w:val="00C725FE"/>
    <w:rsid w:val="00C72FF0"/>
    <w:rsid w:val="00C72FFC"/>
    <w:rsid w:val="00C9232E"/>
    <w:rsid w:val="00C94FCE"/>
    <w:rsid w:val="00C9639C"/>
    <w:rsid w:val="00CA1E96"/>
    <w:rsid w:val="00CA329A"/>
    <w:rsid w:val="00CA5E1A"/>
    <w:rsid w:val="00CA6223"/>
    <w:rsid w:val="00CA7EDF"/>
    <w:rsid w:val="00CB0EBF"/>
    <w:rsid w:val="00CB5F59"/>
    <w:rsid w:val="00CC4B1D"/>
    <w:rsid w:val="00CC740E"/>
    <w:rsid w:val="00CD583C"/>
    <w:rsid w:val="00CE3175"/>
    <w:rsid w:val="00CE4BC4"/>
    <w:rsid w:val="00CE7E4C"/>
    <w:rsid w:val="00CF4B9F"/>
    <w:rsid w:val="00CF7651"/>
    <w:rsid w:val="00D0598C"/>
    <w:rsid w:val="00D10DE4"/>
    <w:rsid w:val="00D15D4F"/>
    <w:rsid w:val="00D22D1F"/>
    <w:rsid w:val="00D30D8F"/>
    <w:rsid w:val="00D33E88"/>
    <w:rsid w:val="00D35495"/>
    <w:rsid w:val="00D3784B"/>
    <w:rsid w:val="00D411EC"/>
    <w:rsid w:val="00D433C2"/>
    <w:rsid w:val="00D43B2F"/>
    <w:rsid w:val="00D449BA"/>
    <w:rsid w:val="00D44F9B"/>
    <w:rsid w:val="00D5511E"/>
    <w:rsid w:val="00D60B87"/>
    <w:rsid w:val="00D665AB"/>
    <w:rsid w:val="00D710A8"/>
    <w:rsid w:val="00D77D2A"/>
    <w:rsid w:val="00D832F7"/>
    <w:rsid w:val="00D867B6"/>
    <w:rsid w:val="00D867B7"/>
    <w:rsid w:val="00D8763A"/>
    <w:rsid w:val="00DA0FCA"/>
    <w:rsid w:val="00DA75F6"/>
    <w:rsid w:val="00DA7DE2"/>
    <w:rsid w:val="00DB2D43"/>
    <w:rsid w:val="00DB6727"/>
    <w:rsid w:val="00DC1C6A"/>
    <w:rsid w:val="00DC1F22"/>
    <w:rsid w:val="00DD01E6"/>
    <w:rsid w:val="00DD1DD1"/>
    <w:rsid w:val="00DD7ED0"/>
    <w:rsid w:val="00DE7802"/>
    <w:rsid w:val="00DF1536"/>
    <w:rsid w:val="00DF50DD"/>
    <w:rsid w:val="00DF77D8"/>
    <w:rsid w:val="00E07378"/>
    <w:rsid w:val="00E15798"/>
    <w:rsid w:val="00E15921"/>
    <w:rsid w:val="00E2283B"/>
    <w:rsid w:val="00E246E5"/>
    <w:rsid w:val="00E37BBB"/>
    <w:rsid w:val="00E432E7"/>
    <w:rsid w:val="00E44FE6"/>
    <w:rsid w:val="00E46D78"/>
    <w:rsid w:val="00E615F3"/>
    <w:rsid w:val="00E70A96"/>
    <w:rsid w:val="00E731E9"/>
    <w:rsid w:val="00E81CE9"/>
    <w:rsid w:val="00E90E92"/>
    <w:rsid w:val="00E961F3"/>
    <w:rsid w:val="00EA20E2"/>
    <w:rsid w:val="00EB0E2F"/>
    <w:rsid w:val="00EC0FB1"/>
    <w:rsid w:val="00EC262F"/>
    <w:rsid w:val="00EC7E7A"/>
    <w:rsid w:val="00ED060A"/>
    <w:rsid w:val="00ED1798"/>
    <w:rsid w:val="00ED18A2"/>
    <w:rsid w:val="00ED3F6D"/>
    <w:rsid w:val="00EF22E3"/>
    <w:rsid w:val="00EF2869"/>
    <w:rsid w:val="00EF7699"/>
    <w:rsid w:val="00F06A00"/>
    <w:rsid w:val="00F113F9"/>
    <w:rsid w:val="00F12DB8"/>
    <w:rsid w:val="00F155A3"/>
    <w:rsid w:val="00F20641"/>
    <w:rsid w:val="00F265FB"/>
    <w:rsid w:val="00F302DA"/>
    <w:rsid w:val="00F36912"/>
    <w:rsid w:val="00F47155"/>
    <w:rsid w:val="00F52CFC"/>
    <w:rsid w:val="00F5313C"/>
    <w:rsid w:val="00F74D23"/>
    <w:rsid w:val="00F832A5"/>
    <w:rsid w:val="00F84017"/>
    <w:rsid w:val="00F84DF9"/>
    <w:rsid w:val="00FA09ED"/>
    <w:rsid w:val="00FA14E7"/>
    <w:rsid w:val="00FA180A"/>
    <w:rsid w:val="00FA6EC7"/>
    <w:rsid w:val="00FB0195"/>
    <w:rsid w:val="00FB2623"/>
    <w:rsid w:val="00FB43AE"/>
    <w:rsid w:val="00FB4956"/>
    <w:rsid w:val="00FB6E04"/>
    <w:rsid w:val="00FC1C09"/>
    <w:rsid w:val="00FD6541"/>
    <w:rsid w:val="00FE1CFF"/>
    <w:rsid w:val="00FE2A0F"/>
    <w:rsid w:val="00FE53A7"/>
    <w:rsid w:val="00FF05B5"/>
    <w:rsid w:val="00FF0B4C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7162"/>
    <w:pPr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16716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16716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16716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16716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Знак Знак1 Знак"/>
    <w:basedOn w:val="a"/>
    <w:uiPriority w:val="99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D0598C"/>
    <w:pPr>
      <w:shd w:val="clear" w:color="auto" w:fill="FFFFFF"/>
      <w:suppressAutoHyphens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customStyle="1" w:styleId="110">
    <w:name w:val="Знак Знак1 Знак1"/>
    <w:basedOn w:val="a"/>
    <w:uiPriority w:val="99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FE1CFF"/>
    <w:rPr>
      <w:rFonts w:cs="Times New Roman"/>
    </w:rPr>
  </w:style>
  <w:style w:type="paragraph" w:styleId="a9">
    <w:name w:val="footer"/>
    <w:basedOn w:val="a"/>
    <w:link w:val="aa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uiPriority w:val="99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uiPriority w:val="99"/>
    <w:rsid w:val="00DE7802"/>
    <w:pPr>
      <w:adjustRightInd w:val="0"/>
      <w:spacing w:after="160" w:line="240" w:lineRule="exact"/>
      <w:jc w:val="right"/>
    </w:pPr>
    <w:rPr>
      <w:lang w:val="en-GB" w:eastAsia="en-US"/>
    </w:rPr>
  </w:style>
  <w:style w:type="table" w:styleId="ad">
    <w:name w:val="Table Grid"/>
    <w:basedOn w:val="a1"/>
    <w:uiPriority w:val="99"/>
    <w:rsid w:val="009639D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9B51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uiPriority w:val="99"/>
    <w:rsid w:val="006D1677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Block Text"/>
    <w:basedOn w:val="a"/>
    <w:uiPriority w:val="99"/>
    <w:rsid w:val="00DA7DE2"/>
    <w:pPr>
      <w:tabs>
        <w:tab w:val="num" w:pos="360"/>
      </w:tabs>
      <w:spacing w:before="840" w:line="260" w:lineRule="auto"/>
      <w:ind w:left="142" w:right="400" w:firstLine="520"/>
    </w:pPr>
    <w:rPr>
      <w:sz w:val="28"/>
      <w:szCs w:val="28"/>
    </w:rPr>
  </w:style>
  <w:style w:type="paragraph" w:styleId="af1">
    <w:name w:val="Normal (Web)"/>
    <w:basedOn w:val="a"/>
    <w:uiPriority w:val="99"/>
    <w:rsid w:val="00DA7DE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A12E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12ED3"/>
    <w:rPr>
      <w:rFonts w:cs="Times New Roman"/>
      <w:sz w:val="16"/>
      <w:szCs w:val="16"/>
      <w:lang w:val="ru-RU" w:eastAsia="ru-RU" w:bidi="ar-SA"/>
    </w:rPr>
  </w:style>
  <w:style w:type="character" w:customStyle="1" w:styleId="BodyTextIndent3Char">
    <w:name w:val="Body Text Indent 3 Char"/>
    <w:basedOn w:val="a0"/>
    <w:uiPriority w:val="99"/>
    <w:semiHidden/>
    <w:locked/>
    <w:rsid w:val="00096D45"/>
    <w:rPr>
      <w:rFonts w:cs="Times New Roman"/>
      <w:sz w:val="16"/>
      <w:szCs w:val="16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6716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716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716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716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716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167162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167162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1671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rsid w:val="00167162"/>
    <w:rPr>
      <w:color w:val="0000FF"/>
      <w:u w:val="none"/>
    </w:rPr>
  </w:style>
  <w:style w:type="paragraph" w:customStyle="1" w:styleId="Application">
    <w:name w:val="Application!Приложение"/>
    <w:rsid w:val="00167162"/>
    <w:pPr>
      <w:spacing w:before="120" w:after="120" w:line="240" w:lineRule="auto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7162"/>
    <w:pPr>
      <w:spacing w:after="0" w:line="240" w:lineRule="auto"/>
    </w:pPr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7162"/>
    <w:pPr>
      <w:spacing w:after="0" w:line="240" w:lineRule="auto"/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5">
    <w:name w:val="FollowedHyperlink"/>
    <w:basedOn w:val="a0"/>
    <w:uiPriority w:val="99"/>
    <w:semiHidden/>
    <w:unhideWhenUsed/>
    <w:rsid w:val="001671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7162"/>
    <w:pPr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16716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16716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16716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16716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Знак Знак1 Знак"/>
    <w:basedOn w:val="a"/>
    <w:uiPriority w:val="99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D0598C"/>
    <w:pPr>
      <w:shd w:val="clear" w:color="auto" w:fill="FFFFFF"/>
      <w:suppressAutoHyphens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customStyle="1" w:styleId="110">
    <w:name w:val="Знак Знак1 Знак1"/>
    <w:basedOn w:val="a"/>
    <w:uiPriority w:val="99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FE1CFF"/>
    <w:rPr>
      <w:rFonts w:cs="Times New Roman"/>
    </w:rPr>
  </w:style>
  <w:style w:type="paragraph" w:styleId="a9">
    <w:name w:val="footer"/>
    <w:basedOn w:val="a"/>
    <w:link w:val="aa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uiPriority w:val="99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uiPriority w:val="99"/>
    <w:rsid w:val="00DE7802"/>
    <w:pPr>
      <w:adjustRightInd w:val="0"/>
      <w:spacing w:after="160" w:line="240" w:lineRule="exact"/>
      <w:jc w:val="right"/>
    </w:pPr>
    <w:rPr>
      <w:lang w:val="en-GB" w:eastAsia="en-US"/>
    </w:rPr>
  </w:style>
  <w:style w:type="table" w:styleId="ad">
    <w:name w:val="Table Grid"/>
    <w:basedOn w:val="a1"/>
    <w:uiPriority w:val="99"/>
    <w:rsid w:val="009639D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9B51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uiPriority w:val="99"/>
    <w:rsid w:val="006D1677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Block Text"/>
    <w:basedOn w:val="a"/>
    <w:uiPriority w:val="99"/>
    <w:rsid w:val="00DA7DE2"/>
    <w:pPr>
      <w:tabs>
        <w:tab w:val="num" w:pos="360"/>
      </w:tabs>
      <w:spacing w:before="840" w:line="260" w:lineRule="auto"/>
      <w:ind w:left="142" w:right="400" w:firstLine="520"/>
    </w:pPr>
    <w:rPr>
      <w:sz w:val="28"/>
      <w:szCs w:val="28"/>
    </w:rPr>
  </w:style>
  <w:style w:type="paragraph" w:styleId="af1">
    <w:name w:val="Normal (Web)"/>
    <w:basedOn w:val="a"/>
    <w:uiPriority w:val="99"/>
    <w:rsid w:val="00DA7DE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A12E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12ED3"/>
    <w:rPr>
      <w:rFonts w:cs="Times New Roman"/>
      <w:sz w:val="16"/>
      <w:szCs w:val="16"/>
      <w:lang w:val="ru-RU" w:eastAsia="ru-RU" w:bidi="ar-SA"/>
    </w:rPr>
  </w:style>
  <w:style w:type="character" w:customStyle="1" w:styleId="BodyTextIndent3Char">
    <w:name w:val="Body Text Indent 3 Char"/>
    <w:basedOn w:val="a0"/>
    <w:uiPriority w:val="99"/>
    <w:semiHidden/>
    <w:locked/>
    <w:rsid w:val="00096D45"/>
    <w:rPr>
      <w:rFonts w:cs="Times New Roman"/>
      <w:sz w:val="16"/>
      <w:szCs w:val="16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6716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716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716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716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716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167162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167162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1671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rsid w:val="00167162"/>
    <w:rPr>
      <w:color w:val="0000FF"/>
      <w:u w:val="none"/>
    </w:rPr>
  </w:style>
  <w:style w:type="paragraph" w:customStyle="1" w:styleId="Application">
    <w:name w:val="Application!Приложение"/>
    <w:rsid w:val="00167162"/>
    <w:pPr>
      <w:spacing w:before="120" w:after="120" w:line="240" w:lineRule="auto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7162"/>
    <w:pPr>
      <w:spacing w:after="0" w:line="240" w:lineRule="auto"/>
    </w:pPr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7162"/>
    <w:pPr>
      <w:spacing w:after="0" w:line="240" w:lineRule="auto"/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5">
    <w:name w:val="FollowedHyperlink"/>
    <w:basedOn w:val="a0"/>
    <w:uiPriority w:val="99"/>
    <w:semiHidden/>
    <w:unhideWhenUsed/>
    <w:rsid w:val="001671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0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la-service.minjust.ru:8080/rnla-links/ws/content/act/D9FF8590-7933-4F35-81A6-C1F5D56E9AB8.htm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F38AD-EE3D-44CE-9449-84F64993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23</TotalTime>
  <Pages>1</Pages>
  <Words>175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RuVarez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Сергеевна Козлова</cp:lastModifiedBy>
  <cp:revision>6</cp:revision>
  <cp:lastPrinted>2013-08-14T06:29:00Z</cp:lastPrinted>
  <dcterms:created xsi:type="dcterms:W3CDTF">2025-09-22T01:03:00Z</dcterms:created>
  <dcterms:modified xsi:type="dcterms:W3CDTF">2025-10-13T02:40:00Z</dcterms:modified>
</cp:coreProperties>
</file>